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8B" w:rsidRDefault="00CF6D8B" w:rsidP="002762C3">
      <w:pPr>
        <w:jc w:val="center"/>
      </w:pPr>
      <w:bookmarkStart w:id="0" w:name="OLE_LINK1"/>
      <w:r>
        <w:rPr>
          <w:rFonts w:ascii="Arial" w:hAnsi="Arial" w:cs="Arial"/>
          <w:bCs/>
          <w:noProof/>
          <w:sz w:val="20"/>
          <w:szCs w:val="20"/>
          <w:lang w:eastAsia="sk-SK"/>
        </w:rPr>
        <w:drawing>
          <wp:inline distT="0" distB="0" distL="0" distR="0">
            <wp:extent cx="2210435" cy="682625"/>
            <wp:effectExtent l="0" t="0" r="0" b="317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1" w:name="_GoBack"/>
      <w:bookmarkEnd w:id="0"/>
      <w:bookmarkEnd w:id="1"/>
    </w:p>
    <w:p w:rsidR="00984B26" w:rsidRDefault="00384303">
      <w:r>
        <w:t xml:space="preserve">Príloha </w:t>
      </w:r>
      <w:r w:rsidR="0047052F">
        <w:t>5</w:t>
      </w:r>
      <w:r>
        <w:t>/a</w:t>
      </w:r>
    </w:p>
    <w:p w:rsidR="00A067E0" w:rsidRPr="007C6A1D" w:rsidRDefault="00A067E0" w:rsidP="007C6A1D">
      <w:pPr>
        <w:jc w:val="center"/>
        <w:rPr>
          <w:sz w:val="28"/>
          <w:szCs w:val="28"/>
        </w:rPr>
      </w:pPr>
      <w:r w:rsidRPr="007C6A1D">
        <w:rPr>
          <w:sz w:val="28"/>
          <w:szCs w:val="28"/>
        </w:rPr>
        <w:t>Vyhlásenie o bankovom účte</w:t>
      </w:r>
      <w:r w:rsidR="005E350B" w:rsidRPr="007C6A1D">
        <w:rPr>
          <w:sz w:val="28"/>
          <w:szCs w:val="28"/>
        </w:rPr>
        <w:t xml:space="preserve"> projektu</w:t>
      </w:r>
    </w:p>
    <w:p w:rsidR="00A067E0" w:rsidRDefault="00A067E0">
      <w:r>
        <w:t xml:space="preserve">Týmto potvrdzujem že majiteľ </w:t>
      </w:r>
      <w:r w:rsidR="005E350B" w:rsidRPr="005E350B">
        <w:t xml:space="preserve">nižšie uvedeného </w:t>
      </w:r>
      <w:r>
        <w:t>účtu:</w:t>
      </w:r>
    </w:p>
    <w:p w:rsidR="00A067E0" w:rsidRPr="0090553A" w:rsidRDefault="00A067E0" w:rsidP="00A067E0">
      <w:pPr>
        <w:spacing w:before="120" w:after="120"/>
        <w:jc w:val="center"/>
        <w:rPr>
          <w:rFonts w:ascii="Corbel" w:hAnsi="Corbel" w:cs="Arial"/>
          <w:b/>
          <w:sz w:val="26"/>
        </w:rPr>
      </w:pPr>
      <w:r>
        <w:rPr>
          <w:rFonts w:ascii="Corbel" w:hAnsi="Corbe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707AC" wp14:editId="5B5E0CE7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5E350B" w:rsidP="00A067E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67E0" w:rsidRDefault="005E350B" w:rsidP="00A067E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067E0" w:rsidRPr="00530399" w:rsidRDefault="007C6A1D" w:rsidP="00A067E0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 xml:space="preserve">Názov </w:t>
      </w:r>
      <w:r w:rsidR="00A067E0">
        <w:rPr>
          <w:rFonts w:ascii="Humanst521 BT" w:hAnsi="Humanst521 BT" w:cs="Arial"/>
        </w:rPr>
        <w:t>účtu</w:t>
      </w:r>
      <w:r w:rsidR="00A067E0"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5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>
        <w:rPr>
          <w:rFonts w:ascii="Humanst521 BT" w:hAnsi="Humanst521 BT" w:cs="Arial"/>
        </w:rPr>
        <w:t>Majiteľ účtu</w:t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4" o:spid="_x0000_s1028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>
        <w:rPr>
          <w:rFonts w:ascii="Humanst521 BT" w:hAnsi="Humanst521 BT" w:cs="Arial"/>
        </w:rPr>
        <w:t>Adresa</w:t>
      </w:r>
    </w:p>
    <w:p w:rsidR="00A067E0" w:rsidRPr="00530399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3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530399">
        <w:rPr>
          <w:rFonts w:ascii="Humanst521 BT" w:hAnsi="Humanst521 BT" w:cs="Arial"/>
        </w:rPr>
        <w:tab/>
        <w:t xml:space="preserve">   </w:t>
      </w:r>
      <w:r w:rsidRPr="00530399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>PSČ</w:t>
      </w:r>
      <w:r w:rsidRPr="00530399">
        <w:rPr>
          <w:rFonts w:ascii="Humanst521 BT" w:hAnsi="Humanst521 BT" w:cs="Arial"/>
        </w:rPr>
        <w:t xml:space="preserve"> </w:t>
      </w:r>
    </w:p>
    <w:p w:rsidR="00A067E0" w:rsidRDefault="00A067E0" w:rsidP="00A067E0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0BCB45" wp14:editId="3881E1F8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>
        <w:rPr>
          <w:rFonts w:ascii="Humanst521 BT" w:hAnsi="Humanst521 BT" w:cs="Arial"/>
        </w:rPr>
        <w:t>Štát</w:t>
      </w:r>
    </w:p>
    <w:p w:rsidR="00A067E0" w:rsidRDefault="00A067E0" w:rsidP="00A067E0">
      <w:r w:rsidRPr="00A067E0">
        <w:t xml:space="preserve">otvoril </w:t>
      </w:r>
      <w:r w:rsidR="00572C0D">
        <w:t xml:space="preserve">tento </w:t>
      </w:r>
      <w:r w:rsidR="005E350B">
        <w:t xml:space="preserve">osobitný </w:t>
      </w:r>
      <w:r w:rsidRPr="00A067E0">
        <w:t xml:space="preserve">bankový účet pre riadenie </w:t>
      </w:r>
      <w:r w:rsidR="00167297" w:rsidRPr="00167297">
        <w:t xml:space="preserve">(realizáciu finančných transakcií) </w:t>
      </w:r>
      <w:r w:rsidRPr="00A067E0">
        <w:t>nasledujúceho projektu</w:t>
      </w:r>
      <w:r>
        <w:t>:</w:t>
      </w:r>
    </w:p>
    <w:p w:rsidR="00A067E0" w:rsidRPr="00530399" w:rsidRDefault="00A067E0" w:rsidP="00A067E0">
      <w:pPr>
        <w:tabs>
          <w:tab w:val="left" w:pos="1620"/>
        </w:tabs>
        <w:spacing w:before="24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1028065</wp:posOffset>
                </wp:positionH>
                <wp:positionV relativeFrom="paragraph">
                  <wp:posOffset>126365</wp:posOffset>
                </wp:positionV>
                <wp:extent cx="4960620" cy="234950"/>
                <wp:effectExtent l="0" t="0" r="11430" b="127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8" o:spid="_x0000_s1032" type="#_x0000_t202" style="position:absolute;margin-left:80.95pt;margin-top:9.95pt;width:390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Názov projektu</w:t>
      </w:r>
      <w:r w:rsidRPr="00530399">
        <w:rPr>
          <w:rFonts w:ascii="Humanst521 BT" w:hAnsi="Humanst521 BT" w:cs="Arial"/>
        </w:rPr>
        <w:tab/>
      </w:r>
    </w:p>
    <w:p w:rsidR="00A067E0" w:rsidRDefault="00572C0D" w:rsidP="00A067E0">
      <w:pPr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C9C344" wp14:editId="6154C84A">
                <wp:simplePos x="0" y="0"/>
                <wp:positionH relativeFrom="column">
                  <wp:posOffset>2346325</wp:posOffset>
                </wp:positionH>
                <wp:positionV relativeFrom="paragraph">
                  <wp:posOffset>323850</wp:posOffset>
                </wp:positionV>
                <wp:extent cx="3641090" cy="227965"/>
                <wp:effectExtent l="0" t="0" r="16510" b="1968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090" cy="22796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ĺžnik 9" o:spid="_x0000_s1026" style="position:absolute;margin-left:184.75pt;margin-top:25.5pt;width:286.7pt;height:17.9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" fillcolor="white [3201]" strokecolor="black [3213]"/>
            </w:pict>
          </mc:Fallback>
        </mc:AlternateContent>
      </w:r>
      <w:r w:rsidR="00A067E0"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6C5335" wp14:editId="5BC0E97A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0" t="0" r="28575" b="12700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7" o:spid="_x0000_s1033" type="#_x0000_t202" style="position:absolute;margin-left:80.85pt;margin-top:2.8pt;width:390.7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A067E0" w:rsidRPr="00530399">
        <w:rPr>
          <w:rFonts w:ascii="Humanst521 BT" w:hAnsi="Humanst521 BT" w:cs="Arial"/>
        </w:rPr>
        <w:t>A</w:t>
      </w:r>
      <w:r w:rsidR="00A067E0">
        <w:rPr>
          <w:rFonts w:ascii="Humanst521 BT" w:hAnsi="Humanst521 BT" w:cs="Arial"/>
        </w:rPr>
        <w:t>k</w:t>
      </w:r>
      <w:r w:rsidR="00A067E0" w:rsidRPr="00530399">
        <w:rPr>
          <w:rFonts w:ascii="Humanst521 BT" w:hAnsi="Humanst521 BT" w:cs="Arial"/>
        </w:rPr>
        <w:t>ronym</w:t>
      </w:r>
    </w:p>
    <w:p w:rsidR="00572C0D" w:rsidRDefault="00572C0D" w:rsidP="00A067E0">
      <w:pPr>
        <w:rPr>
          <w:rFonts w:ascii="Humanst521 BT" w:hAnsi="Humanst521 BT" w:cs="Arial"/>
        </w:rPr>
      </w:pPr>
      <w:r w:rsidRPr="00572C0D">
        <w:rPr>
          <w:rFonts w:ascii="Humanst521 BT" w:hAnsi="Humanst521 BT" w:cs="Arial"/>
        </w:rPr>
        <w:t>Číslo projektu (ak je relevantné)</w:t>
      </w:r>
      <w:r>
        <w:rPr>
          <w:rFonts w:ascii="Humanst521 BT" w:hAnsi="Humanst521 BT" w:cs="Arial"/>
        </w:rPr>
        <w:t xml:space="preserve"> </w:t>
      </w:r>
    </w:p>
    <w:p w:rsidR="00A067E0" w:rsidRPr="0090553A" w:rsidRDefault="00A067E0" w:rsidP="005E350B">
      <w:pPr>
        <w:rPr>
          <w:rFonts w:ascii="Corbel" w:hAnsi="Corbel" w:cs="Arial"/>
          <w:b/>
          <w:sz w:val="26"/>
        </w:rPr>
      </w:pPr>
      <w:r>
        <w:rPr>
          <w:rFonts w:cs="Arial"/>
        </w:rPr>
        <w:t>v</w:t>
      </w:r>
      <w:r w:rsidRPr="00A067E0">
        <w:rPr>
          <w:rFonts w:cs="Arial"/>
        </w:rPr>
        <w:t> našej banke</w:t>
      </w:r>
      <w:r>
        <w:rPr>
          <w:rFonts w:cs="Arial"/>
        </w:rPr>
        <w:t>:</w:t>
      </w:r>
      <w:r>
        <w:rPr>
          <w:rFonts w:ascii="Corbel" w:hAnsi="Corbe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4F26FE" wp14:editId="1197C8F9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26" name="Blok text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6" o:spid="_x0000_s1034" type="#_x0000_t202" style="position:absolute;left:0;text-align:left;margin-left:90pt;margin-top:28.45pt;width:381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="005E350B">
        <w:rPr>
          <w:rFonts w:cs="Arial"/>
        </w:rPr>
        <w:tab/>
      </w:r>
      <w:r w:rsidRPr="0090553A">
        <w:rPr>
          <w:rFonts w:ascii="Corbel" w:hAnsi="Corbel" w:cs="Arial"/>
          <w:b/>
          <w:sz w:val="26"/>
        </w:rPr>
        <w:t>BANK</w:t>
      </w:r>
      <w:r>
        <w:rPr>
          <w:rFonts w:ascii="Corbel" w:hAnsi="Corbel" w:cs="Arial"/>
          <w:b/>
          <w:sz w:val="26"/>
        </w:rPr>
        <w:t>A</w:t>
      </w:r>
      <w:r w:rsidR="00384303">
        <w:rPr>
          <w:rFonts w:ascii="Corbel" w:hAnsi="Corbel" w:cs="Arial"/>
          <w:b/>
          <w:sz w:val="26"/>
        </w:rPr>
        <w:t xml:space="preserve"> </w:t>
      </w:r>
    </w:p>
    <w:p w:rsidR="00A067E0" w:rsidRPr="00530399" w:rsidRDefault="00A067E0" w:rsidP="00A067E0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>Meno banky</w:t>
      </w:r>
      <w:r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25" name="Blok text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5" o:spid="_x0000_s1035" type="#_x0000_t202" style="position:absolute;margin-left:90pt;margin-top:2.8pt;width:381.6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Adresa</w:t>
      </w:r>
    </w:p>
    <w:p w:rsidR="00A067E0" w:rsidRPr="00530399" w:rsidRDefault="00A067E0" w:rsidP="00A067E0">
      <w:pPr>
        <w:tabs>
          <w:tab w:val="left" w:pos="1815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24" name="Blok text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4" o:spid="_x0000_s1036" type="#_x0000_t202" style="position:absolute;margin-left:90.1pt;margin-top:1.05pt;width:381.5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Bj/mQy8CAABcBAAADgAAAAAAAAAAAAAAAAAuAgAA&#10;ZHJzL2Uyb0RvYy54bWxQSwECLQAUAAYACAAAACEAQFJvbd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1147445</wp:posOffset>
                </wp:positionH>
                <wp:positionV relativeFrom="paragraph">
                  <wp:posOffset>24765</wp:posOffset>
                </wp:positionV>
                <wp:extent cx="2673350" cy="234950"/>
                <wp:effectExtent l="0" t="0" r="12700" b="12700"/>
                <wp:wrapNone/>
                <wp:docPr id="23" name="Blok text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3" o:spid="_x0000_s1037" type="#_x0000_t202" style="position:absolute;margin-left:90.35pt;margin-top:1.95pt;width:210.5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/2MAIAAFw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22" name="Blok text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2" o:spid="_x0000_s1038" type="#_x0000_t202" style="position:absolute;margin-left:372.6pt;margin-top:1.95pt;width:99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LcMVh8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</w:rPr>
        <w:t>Mesto</w:t>
      </w:r>
      <w:r w:rsidRPr="00530399">
        <w:rPr>
          <w:rFonts w:ascii="Humanst521 BT" w:hAnsi="Humanst521 BT" w:cs="Arial"/>
        </w:rPr>
        <w:tab/>
      </w:r>
      <w:r>
        <w:rPr>
          <w:rFonts w:ascii="Humanst521 BT" w:hAnsi="Humanst521 BT" w:cs="Arial"/>
        </w:rPr>
        <w:tab/>
        <w:t>PSČ</w:t>
      </w:r>
      <w:r w:rsidRPr="00530399">
        <w:rPr>
          <w:rFonts w:ascii="Humanst521 BT" w:hAnsi="Humanst521 BT" w:cs="Arial"/>
        </w:rPr>
        <w:t xml:space="preserve"> </w:t>
      </w:r>
    </w:p>
    <w:p w:rsidR="00A067E0" w:rsidRPr="00530399" w:rsidRDefault="00A067E0" w:rsidP="00A067E0">
      <w:pPr>
        <w:tabs>
          <w:tab w:val="left" w:pos="6057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21" name="Blok text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1" o:spid="_x0000_s1039" type="#_x0000_t202" style="position:absolute;margin-left:90pt;margin-top:25.85pt;width:381.6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20" name="Blok text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20" o:spid="_x0000_s1040" type="#_x0000_t202" style="position:absolute;margin-left:90pt;margin-top:2.5pt;width:210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LdpJ4swAgAAXAQAAA4AAAAAAAAAAAAAAAAALgIA&#10;AGRycy9lMm9Eb2MueG1sUEsBAi0AFAAGAAgAAAAhAFawLBf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>
        <w:rPr>
          <w:rFonts w:ascii="Humanst521 BT" w:hAnsi="Humanst521 BT" w:cs="Arial"/>
        </w:rPr>
        <w:t>Štát</w:t>
      </w:r>
    </w:p>
    <w:p w:rsidR="00A067E0" w:rsidRPr="00530399" w:rsidRDefault="00A067E0" w:rsidP="00A067E0">
      <w:pPr>
        <w:tabs>
          <w:tab w:val="left" w:pos="162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</w:rPr>
        <w:t>Číslo účtu</w:t>
      </w:r>
      <w:r w:rsidRPr="00530399">
        <w:rPr>
          <w:rFonts w:ascii="Humanst521 BT" w:hAnsi="Humanst521 BT" w:cs="Arial"/>
        </w:rPr>
        <w:tab/>
      </w:r>
    </w:p>
    <w:p w:rsidR="00A067E0" w:rsidRPr="00530399" w:rsidRDefault="00A067E0" w:rsidP="00A067E0">
      <w:pPr>
        <w:tabs>
          <w:tab w:val="right" w:pos="1440"/>
        </w:tabs>
        <w:spacing w:before="160" w:after="160"/>
        <w:rPr>
          <w:rFonts w:ascii="Humanst521 BT" w:hAnsi="Humanst521 BT" w:cs="Arial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9" name="Blok text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9" o:spid="_x0000_s1041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KsGIZg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530399">
        <w:rPr>
          <w:rFonts w:ascii="Humanst521 BT" w:hAnsi="Humanst521 BT" w:cs="Arial"/>
        </w:rPr>
        <w:t>IBAN</w:t>
      </w:r>
    </w:p>
    <w:p w:rsidR="00A067E0" w:rsidRDefault="00A067E0" w:rsidP="00A067E0">
      <w:pPr>
        <w:rPr>
          <w:rFonts w:ascii="Humanst521 BT" w:hAnsi="Humanst521 BT" w:cs="Arial"/>
          <w:noProof/>
          <w:lang w:val="en-US"/>
        </w:rPr>
      </w:pPr>
      <w:r>
        <w:rPr>
          <w:rFonts w:ascii="Humanst521 BT" w:hAnsi="Humanst521 BT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8" name="Blok text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Blok textu 18" o:spid="_x0000_s1042" type="#_x0000_t202" style="position:absolute;margin-left:90pt;margin-top:2.8pt;width:381.6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NQMAIAAFw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FWCQ1A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530399">
        <w:rPr>
          <w:rFonts w:ascii="Humanst521 BT" w:hAnsi="Humanst521 BT" w:cs="Arial"/>
          <w:noProof/>
          <w:lang w:val="en-US"/>
        </w:rPr>
        <w:t>SWIFT</w:t>
      </w:r>
    </w:p>
    <w:tbl>
      <w:tblPr>
        <w:tblStyle w:val="Mriekatabuky"/>
        <w:tblW w:w="9498" w:type="dxa"/>
        <w:tblInd w:w="-34" w:type="dxa"/>
        <w:tblLook w:val="01E0" w:firstRow="1" w:lastRow="1" w:firstColumn="1" w:lastColumn="1" w:noHBand="0" w:noVBand="0"/>
      </w:tblPr>
      <w:tblGrid>
        <w:gridCol w:w="4462"/>
        <w:gridCol w:w="5036"/>
      </w:tblGrid>
      <w:tr w:rsidR="00A067E0" w:rsidRPr="0090553A" w:rsidTr="005E350B">
        <w:trPr>
          <w:trHeight w:val="1457"/>
        </w:trPr>
        <w:tc>
          <w:tcPr>
            <w:tcW w:w="4462" w:type="dxa"/>
          </w:tcPr>
          <w:p w:rsidR="00A067E0" w:rsidRDefault="00A067E0" w:rsidP="005E350B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Pečiatka banky</w:t>
            </w:r>
            <w:r w:rsidRPr="0090553A">
              <w:rPr>
                <w:rFonts w:ascii="Corbel" w:hAnsi="Corbel" w:cs="Arial"/>
                <w:b/>
              </w:rPr>
              <w:t xml:space="preserve"> </w:t>
            </w:r>
            <w:r w:rsidR="005E350B">
              <w:rPr>
                <w:rFonts w:ascii="Corbel" w:hAnsi="Corbel" w:cs="Arial"/>
                <w:b/>
              </w:rPr>
              <w:t>a</w:t>
            </w:r>
            <w:r w:rsidRPr="0090553A">
              <w:rPr>
                <w:rFonts w:ascii="Corbel" w:hAnsi="Corbel" w:cs="Arial"/>
                <w:b/>
              </w:rPr>
              <w:t xml:space="preserve"> </w:t>
            </w:r>
            <w:r>
              <w:rPr>
                <w:rFonts w:ascii="Corbel" w:hAnsi="Corbel" w:cs="Arial"/>
                <w:b/>
              </w:rPr>
              <w:t>podpis zástupcu banky</w:t>
            </w:r>
          </w:p>
          <w:p w:rsidR="005E350B" w:rsidRDefault="005E350B" w:rsidP="005E350B">
            <w:pPr>
              <w:spacing w:before="20"/>
              <w:jc w:val="center"/>
              <w:rPr>
                <w:rFonts w:ascii="Corbel" w:hAnsi="Corbel" w:cs="Arial"/>
                <w:b/>
              </w:rPr>
            </w:pPr>
          </w:p>
          <w:p w:rsidR="005E350B" w:rsidRPr="0090553A" w:rsidRDefault="005E350B" w:rsidP="00572C0D">
            <w:pPr>
              <w:spacing w:before="20"/>
              <w:rPr>
                <w:rFonts w:ascii="Corbel" w:hAnsi="Corbel" w:cs="Arial"/>
                <w:b/>
              </w:rPr>
            </w:pPr>
          </w:p>
        </w:tc>
        <w:tc>
          <w:tcPr>
            <w:tcW w:w="5036" w:type="dxa"/>
          </w:tcPr>
          <w:p w:rsidR="00A067E0" w:rsidRPr="0090553A" w:rsidRDefault="00A067E0" w:rsidP="001F22CE">
            <w:pPr>
              <w:spacing w:before="20"/>
              <w:jc w:val="center"/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Podpis majiteľa účtu</w:t>
            </w:r>
          </w:p>
          <w:p w:rsidR="00A067E0" w:rsidRPr="0090553A" w:rsidRDefault="00A067E0" w:rsidP="001F22CE">
            <w:pPr>
              <w:rPr>
                <w:rFonts w:ascii="Corbel" w:hAnsi="Corbel" w:cs="Arial"/>
              </w:rPr>
            </w:pPr>
          </w:p>
          <w:p w:rsidR="00572C0D" w:rsidRDefault="00572C0D" w:rsidP="001F22CE">
            <w:pPr>
              <w:rPr>
                <w:rFonts w:ascii="Corbel" w:hAnsi="Corbel" w:cs="Arial"/>
                <w:b/>
              </w:rPr>
            </w:pPr>
          </w:p>
          <w:p w:rsidR="00572C0D" w:rsidRDefault="00572C0D" w:rsidP="001F22CE">
            <w:pPr>
              <w:rPr>
                <w:rFonts w:ascii="Corbel" w:hAnsi="Corbel" w:cs="Arial"/>
                <w:b/>
              </w:rPr>
            </w:pPr>
          </w:p>
          <w:p w:rsidR="00A067E0" w:rsidRPr="0090553A" w:rsidRDefault="00A067E0" w:rsidP="001F22CE">
            <w:pPr>
              <w:rPr>
                <w:rFonts w:ascii="Corbel" w:hAnsi="Corbel" w:cs="Arial"/>
                <w:b/>
              </w:rPr>
            </w:pPr>
            <w:r>
              <w:rPr>
                <w:rFonts w:ascii="Corbel" w:hAnsi="Corbel" w:cs="Arial"/>
                <w:b/>
              </w:rPr>
              <w:t>Dátum</w:t>
            </w:r>
          </w:p>
        </w:tc>
      </w:tr>
    </w:tbl>
    <w:p w:rsidR="00A067E0" w:rsidRDefault="00A067E0" w:rsidP="00A067E0"/>
    <w:sectPr w:rsidR="00A067E0" w:rsidSect="0016729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Humanst521 B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0B"/>
    <w:rsid w:val="00167297"/>
    <w:rsid w:val="002762C3"/>
    <w:rsid w:val="002B620B"/>
    <w:rsid w:val="00384303"/>
    <w:rsid w:val="0047052F"/>
    <w:rsid w:val="00572C0D"/>
    <w:rsid w:val="005E350B"/>
    <w:rsid w:val="007C6A1D"/>
    <w:rsid w:val="00984B26"/>
    <w:rsid w:val="00A067E0"/>
    <w:rsid w:val="00CF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F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6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F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6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Škrovinová Lucia</cp:lastModifiedBy>
  <cp:revision>7</cp:revision>
  <dcterms:created xsi:type="dcterms:W3CDTF">2016-07-11T12:57:00Z</dcterms:created>
  <dcterms:modified xsi:type="dcterms:W3CDTF">2017-02-23T13:29:00Z</dcterms:modified>
</cp:coreProperties>
</file>