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57E" w:rsidRDefault="00F8257E" w:rsidP="006D47A3">
      <w:pPr>
        <w:jc w:val="center"/>
      </w:pPr>
      <w:bookmarkStart w:id="0" w:name="OLE_LINK1"/>
      <w:bookmarkStart w:id="1" w:name="_GoBack"/>
      <w:r>
        <w:rPr>
          <w:rFonts w:ascii="Arial" w:hAnsi="Arial" w:cs="Arial"/>
          <w:bCs/>
          <w:noProof/>
          <w:sz w:val="20"/>
          <w:szCs w:val="20"/>
          <w:lang w:eastAsia="sk-SK"/>
        </w:rPr>
        <w:drawing>
          <wp:inline distT="0" distB="0" distL="0" distR="0">
            <wp:extent cx="2210435" cy="682625"/>
            <wp:effectExtent l="0" t="0" r="0" b="3175"/>
            <wp:docPr id="19" name="Obrázo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43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  <w:bookmarkEnd w:id="1"/>
    </w:p>
    <w:p w:rsidR="00284FDE" w:rsidRDefault="00EF1D4C">
      <w:r>
        <w:t xml:space="preserve">Príloha </w:t>
      </w:r>
      <w:r w:rsidR="005912A7">
        <w:t>5</w:t>
      </w:r>
      <w:r>
        <w:t>/b</w:t>
      </w:r>
    </w:p>
    <w:p w:rsidR="00A07761" w:rsidRPr="00A40924" w:rsidRDefault="00A07761" w:rsidP="00A40924">
      <w:pPr>
        <w:jc w:val="center"/>
        <w:rPr>
          <w:sz w:val="28"/>
          <w:szCs w:val="28"/>
        </w:rPr>
      </w:pPr>
      <w:r w:rsidRPr="00A40924">
        <w:rPr>
          <w:sz w:val="28"/>
          <w:szCs w:val="28"/>
        </w:rPr>
        <w:t>Vyhlásenie o bankovom účte</w:t>
      </w:r>
      <w:r w:rsidR="00EF1D4C" w:rsidRPr="00A40924">
        <w:rPr>
          <w:sz w:val="28"/>
          <w:szCs w:val="28"/>
        </w:rPr>
        <w:t xml:space="preserve"> projektu</w:t>
      </w:r>
    </w:p>
    <w:p w:rsidR="00A40924" w:rsidRPr="001A2C55" w:rsidRDefault="00A40924" w:rsidP="00A40924">
      <w:r>
        <w:t>Týmto p</w:t>
      </w:r>
      <w:r w:rsidRPr="001A2C55">
        <w:t>otvrdzujem, že majiteľ</w:t>
      </w:r>
      <w:r w:rsidRPr="00EF1D4C">
        <w:t xml:space="preserve"> nižšie</w:t>
      </w:r>
      <w:r w:rsidRPr="001A2C55">
        <w:t xml:space="preserve"> </w:t>
      </w:r>
      <w:r w:rsidRPr="00EF1D4C">
        <w:t>uvedeného</w:t>
      </w:r>
      <w:r>
        <w:t xml:space="preserve"> </w:t>
      </w:r>
      <w:r w:rsidRPr="001A2C55">
        <w:t>účtu,</w:t>
      </w:r>
    </w:p>
    <w:p w:rsidR="00A07761" w:rsidRPr="00EF1D4C" w:rsidRDefault="00A07761" w:rsidP="00A07761">
      <w:pPr>
        <w:spacing w:before="120" w:after="120"/>
        <w:rPr>
          <w:rFonts w:ascii="Corbel" w:hAnsi="Corbel" w:cs="Arial"/>
          <w:b/>
        </w:rPr>
      </w:pPr>
      <w:r w:rsidRPr="00EF1D4C">
        <w:rPr>
          <w:rFonts w:ascii="Corbel" w:hAnsi="Corbel" w:cs="Arial"/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E5E7DF" wp14:editId="68FD0B49">
                <wp:simplePos x="0" y="0"/>
                <wp:positionH relativeFrom="column">
                  <wp:posOffset>1028700</wp:posOffset>
                </wp:positionH>
                <wp:positionV relativeFrom="paragraph">
                  <wp:posOffset>361950</wp:posOffset>
                </wp:positionV>
                <wp:extent cx="4960620" cy="234950"/>
                <wp:effectExtent l="9525" t="9525" r="11430" b="12700"/>
                <wp:wrapNone/>
                <wp:docPr id="6" name="Blok text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0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6" o:spid="_x0000_s1026" type="#_x0000_t202" style="position:absolute;margin-left:81pt;margin-top:28.5pt;width:390.6pt;height:1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1D4C">
        <w:rPr>
          <w:rFonts w:ascii="Corbel" w:hAnsi="Corbel" w:cs="Arial"/>
          <w:b/>
        </w:rPr>
        <w:tab/>
      </w:r>
      <w:r w:rsidR="00EF1D4C">
        <w:rPr>
          <w:rFonts w:ascii="Corbel" w:hAnsi="Corbel" w:cs="Arial"/>
          <w:b/>
        </w:rPr>
        <w:tab/>
      </w:r>
      <w:r w:rsidR="00EF1D4C">
        <w:rPr>
          <w:rFonts w:ascii="Corbel" w:hAnsi="Corbel" w:cs="Arial"/>
          <w:b/>
        </w:rPr>
        <w:tab/>
      </w:r>
      <w:r w:rsidR="00EF1D4C">
        <w:rPr>
          <w:rFonts w:ascii="Corbel" w:hAnsi="Corbel" w:cs="Arial"/>
          <w:b/>
        </w:rPr>
        <w:tab/>
      </w:r>
      <w:r w:rsidR="00EF1D4C">
        <w:rPr>
          <w:rFonts w:ascii="Corbel" w:hAnsi="Corbel" w:cs="Arial"/>
          <w:b/>
        </w:rPr>
        <w:tab/>
      </w:r>
      <w:r w:rsidR="00EF1D4C">
        <w:rPr>
          <w:rFonts w:ascii="Corbel" w:hAnsi="Corbel" w:cs="Arial"/>
          <w:b/>
        </w:rPr>
        <w:tab/>
      </w:r>
    </w:p>
    <w:p w:rsidR="00A07761" w:rsidRPr="00FF0821" w:rsidRDefault="00A40924" w:rsidP="00A07761">
      <w:pPr>
        <w:tabs>
          <w:tab w:val="left" w:pos="1620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</w:rPr>
        <w:t>Názov</w:t>
      </w:r>
      <w:r w:rsidR="00A07761">
        <w:rPr>
          <w:rFonts w:ascii="Humanst521 BT" w:hAnsi="Humanst521 BT" w:cs="Arial"/>
        </w:rPr>
        <w:t xml:space="preserve"> účtu</w:t>
      </w:r>
      <w:r w:rsidR="00A07761" w:rsidRPr="00FF0821">
        <w:rPr>
          <w:rFonts w:ascii="Humanst521 BT" w:hAnsi="Humanst521 BT" w:cs="Arial"/>
        </w:rPr>
        <w:tab/>
      </w:r>
    </w:p>
    <w:p w:rsidR="00A07761" w:rsidRPr="00FF0821" w:rsidRDefault="00A07761" w:rsidP="00A07761">
      <w:pPr>
        <w:tabs>
          <w:tab w:val="right" w:pos="1440"/>
        </w:tabs>
        <w:spacing w:before="24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325B13" wp14:editId="28DCCCD5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4962525" cy="234950"/>
                <wp:effectExtent l="7620" t="6985" r="11430" b="5715"/>
                <wp:wrapNone/>
                <wp:docPr id="5" name="Blok text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5" o:spid="_x0000_s1027" type="#_x0000_t202" style="position:absolute;margin-left:80.85pt;margin-top:2.8pt;width:390.75pt;height:1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0924">
        <w:rPr>
          <w:rFonts w:ascii="Humanst521 BT" w:hAnsi="Humanst521 BT" w:cs="Arial"/>
        </w:rPr>
        <w:t>Majiteľ účtu</w:t>
      </w:r>
    </w:p>
    <w:p w:rsidR="00A07761" w:rsidRPr="00FF0821" w:rsidRDefault="00A07761" w:rsidP="00A07761">
      <w:pPr>
        <w:tabs>
          <w:tab w:val="right" w:pos="1440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AAD48E" wp14:editId="69A928DF">
                <wp:simplePos x="0" y="0"/>
                <wp:positionH relativeFrom="column">
                  <wp:posOffset>1026795</wp:posOffset>
                </wp:positionH>
                <wp:positionV relativeFrom="paragraph">
                  <wp:posOffset>16510</wp:posOffset>
                </wp:positionV>
                <wp:extent cx="4962525" cy="215265"/>
                <wp:effectExtent l="7620" t="6985" r="11430" b="6350"/>
                <wp:wrapNone/>
                <wp:docPr id="4" name="Blok text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4" o:spid="_x0000_s1028" type="#_x0000_t202" style="position:absolute;margin-left:80.85pt;margin-top:1.3pt;width:390.75pt;height:16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0924">
        <w:rPr>
          <w:rFonts w:ascii="Humanst521 BT" w:hAnsi="Humanst521 BT" w:cs="Arial"/>
        </w:rPr>
        <w:t>Adresa</w:t>
      </w:r>
    </w:p>
    <w:p w:rsidR="00A07761" w:rsidRPr="00FF0821" w:rsidRDefault="00A07761" w:rsidP="00A07761">
      <w:pPr>
        <w:tabs>
          <w:tab w:val="left" w:pos="5415"/>
          <w:tab w:val="left" w:pos="6372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91D253" wp14:editId="0A3E6F6E">
                <wp:simplePos x="0" y="0"/>
                <wp:positionH relativeFrom="column">
                  <wp:posOffset>1026795</wp:posOffset>
                </wp:positionH>
                <wp:positionV relativeFrom="paragraph">
                  <wp:posOffset>20955</wp:posOffset>
                </wp:positionV>
                <wp:extent cx="2790825" cy="234950"/>
                <wp:effectExtent l="7620" t="11430" r="11430" b="10795"/>
                <wp:wrapNone/>
                <wp:docPr id="3" name="Blok text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3" o:spid="_x0000_s1029" type="#_x0000_t202" style="position:absolute;margin-left:80.85pt;margin-top:1.65pt;width:219.75pt;height:1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45880F" wp14:editId="3E816AA9">
                <wp:simplePos x="0" y="0"/>
                <wp:positionH relativeFrom="column">
                  <wp:posOffset>4732020</wp:posOffset>
                </wp:positionH>
                <wp:positionV relativeFrom="paragraph">
                  <wp:posOffset>28575</wp:posOffset>
                </wp:positionV>
                <wp:extent cx="1257300" cy="234950"/>
                <wp:effectExtent l="7620" t="9525" r="11430" b="12700"/>
                <wp:wrapNone/>
                <wp:docPr id="2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" o:spid="_x0000_s1030" type="#_x0000_t202" style="position:absolute;margin-left:372.6pt;margin-top:2.25pt;width:99pt;height:1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</w:rPr>
        <w:t>Mesto</w:t>
      </w:r>
      <w:r w:rsidRPr="00FF0821">
        <w:rPr>
          <w:rFonts w:ascii="Humanst521 BT" w:hAnsi="Humanst521 BT" w:cs="Arial"/>
        </w:rPr>
        <w:tab/>
        <w:t xml:space="preserve">   </w:t>
      </w:r>
      <w:r w:rsidRPr="00FF0821">
        <w:rPr>
          <w:rFonts w:ascii="Humanst521 BT" w:hAnsi="Humanst521 BT" w:cs="Arial"/>
        </w:rPr>
        <w:tab/>
        <w:t>P</w:t>
      </w:r>
      <w:r>
        <w:rPr>
          <w:rFonts w:ascii="Humanst521 BT" w:hAnsi="Humanst521 BT" w:cs="Arial"/>
        </w:rPr>
        <w:t>SČ</w:t>
      </w:r>
      <w:r w:rsidRPr="00FF0821">
        <w:rPr>
          <w:rFonts w:ascii="Humanst521 BT" w:hAnsi="Humanst521 BT" w:cs="Arial"/>
        </w:rPr>
        <w:t xml:space="preserve"> </w:t>
      </w:r>
    </w:p>
    <w:p w:rsidR="00A07761" w:rsidRDefault="00A07761" w:rsidP="00A07761">
      <w:pPr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E5AC9D" wp14:editId="571BC6FE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2790825" cy="234950"/>
                <wp:effectExtent l="7620" t="6985" r="11430" b="5715"/>
                <wp:wrapNone/>
                <wp:docPr id="1" name="Blok text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" o:spid="_x0000_s1031" type="#_x0000_t202" style="position:absolute;margin-left:80.85pt;margin-top:2.8pt;width:219.75pt;height:1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1D4C">
        <w:rPr>
          <w:rFonts w:ascii="Humanst521 BT" w:hAnsi="Humanst521 BT" w:cs="Arial"/>
        </w:rPr>
        <w:t>Štát</w:t>
      </w:r>
    </w:p>
    <w:p w:rsidR="00A07761" w:rsidRPr="00EF1D4C" w:rsidRDefault="00A07761" w:rsidP="00A07761">
      <w:pPr>
        <w:rPr>
          <w:rFonts w:ascii="Corbel" w:hAnsi="Corbel" w:cs="Arial"/>
          <w:b/>
        </w:rPr>
      </w:pPr>
      <w:r w:rsidRPr="001A2C55">
        <w:rPr>
          <w:rFonts w:cs="Arial"/>
        </w:rPr>
        <w:t>je držiteľom účtu v našej banke:</w:t>
      </w:r>
      <w:r w:rsidRPr="00EF1D4C">
        <w:rPr>
          <w:rFonts w:ascii="Corbel" w:hAnsi="Corbel" w:cs="Arial"/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94499D" wp14:editId="0DD8AB49">
                <wp:simplePos x="0" y="0"/>
                <wp:positionH relativeFrom="column">
                  <wp:posOffset>1143000</wp:posOffset>
                </wp:positionH>
                <wp:positionV relativeFrom="paragraph">
                  <wp:posOffset>361315</wp:posOffset>
                </wp:positionV>
                <wp:extent cx="4846320" cy="234950"/>
                <wp:effectExtent l="9525" t="8890" r="11430" b="13335"/>
                <wp:wrapNone/>
                <wp:docPr id="15" name="Blok textu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5" o:spid="_x0000_s1032" type="#_x0000_t202" style="position:absolute;margin-left:90pt;margin-top:28.45pt;width:381.6pt;height:1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1D4C">
        <w:rPr>
          <w:rFonts w:ascii="Corbel" w:hAnsi="Corbel" w:cs="Arial"/>
          <w:b/>
        </w:rPr>
        <w:tab/>
      </w:r>
      <w:r w:rsidR="00EF1D4C">
        <w:rPr>
          <w:rFonts w:ascii="Corbel" w:hAnsi="Corbel" w:cs="Arial"/>
          <w:b/>
        </w:rPr>
        <w:tab/>
        <w:t xml:space="preserve">        </w:t>
      </w:r>
      <w:r w:rsidRPr="00C57827">
        <w:rPr>
          <w:rFonts w:cs="Arial"/>
          <w:b/>
        </w:rPr>
        <w:t>BANKA</w:t>
      </w:r>
    </w:p>
    <w:p w:rsidR="00A07761" w:rsidRPr="00FF0821" w:rsidRDefault="00A07761" w:rsidP="00A07761">
      <w:pPr>
        <w:tabs>
          <w:tab w:val="left" w:pos="1620"/>
        </w:tabs>
        <w:spacing w:before="120" w:after="120"/>
        <w:rPr>
          <w:rFonts w:ascii="Humanst521 BT" w:hAnsi="Humanst521 BT" w:cs="Arial"/>
        </w:rPr>
      </w:pPr>
      <w:r>
        <w:rPr>
          <w:rFonts w:ascii="Humanst521 BT" w:hAnsi="Humanst521 BT" w:cs="Arial"/>
        </w:rPr>
        <w:t>Meno banky</w:t>
      </w:r>
    </w:p>
    <w:p w:rsidR="00A07761" w:rsidRPr="00FF0821" w:rsidRDefault="00A07761" w:rsidP="00A07761">
      <w:pPr>
        <w:tabs>
          <w:tab w:val="right" w:pos="1440"/>
        </w:tabs>
        <w:spacing w:before="120" w:after="12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7C2D2A" wp14:editId="56DD58A2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14" name="Blok textu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4" o:spid="_x0000_s1033" type="#_x0000_t202" style="position:absolute;margin-left:90pt;margin-top:2.8pt;width:381.6pt;height:1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</w:rPr>
        <w:t>Adresa</w:t>
      </w:r>
    </w:p>
    <w:p w:rsidR="00A07761" w:rsidRPr="00FF0821" w:rsidRDefault="00A07761" w:rsidP="00A07761">
      <w:pPr>
        <w:tabs>
          <w:tab w:val="left" w:pos="1815"/>
        </w:tabs>
        <w:spacing w:before="120" w:after="12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9E176C" wp14:editId="3FF5322C">
                <wp:simplePos x="0" y="0"/>
                <wp:positionH relativeFrom="column">
                  <wp:posOffset>1144270</wp:posOffset>
                </wp:positionH>
                <wp:positionV relativeFrom="paragraph">
                  <wp:posOffset>13335</wp:posOffset>
                </wp:positionV>
                <wp:extent cx="4845050" cy="234950"/>
                <wp:effectExtent l="10795" t="13335" r="11430" b="8890"/>
                <wp:wrapNone/>
                <wp:docPr id="13" name="Blok textu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3" o:spid="_x0000_s1034" type="#_x0000_t202" style="position:absolute;margin-left:90.1pt;margin-top:1.05pt;width:381.5pt;height:1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F0821">
        <w:rPr>
          <w:rFonts w:ascii="Humanst521 BT" w:hAnsi="Humanst521 BT" w:cs="Arial"/>
        </w:rPr>
        <w:tab/>
      </w:r>
    </w:p>
    <w:p w:rsidR="00A07761" w:rsidRPr="00FF0821" w:rsidRDefault="00A07761" w:rsidP="00A07761">
      <w:pPr>
        <w:tabs>
          <w:tab w:val="left" w:pos="5415"/>
          <w:tab w:val="left" w:pos="6372"/>
        </w:tabs>
        <w:spacing w:before="120" w:after="12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1144270</wp:posOffset>
                </wp:positionH>
                <wp:positionV relativeFrom="paragraph">
                  <wp:posOffset>24765</wp:posOffset>
                </wp:positionV>
                <wp:extent cx="2673350" cy="234950"/>
                <wp:effectExtent l="10795" t="5715" r="11430" b="6985"/>
                <wp:wrapNone/>
                <wp:docPr id="12" name="Blok text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3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2" o:spid="_x0000_s1035" type="#_x0000_t202" style="position:absolute;margin-left:90.1pt;margin-top:1.95pt;width:210.5pt;height:1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4732020</wp:posOffset>
                </wp:positionH>
                <wp:positionV relativeFrom="paragraph">
                  <wp:posOffset>24765</wp:posOffset>
                </wp:positionV>
                <wp:extent cx="1257300" cy="234950"/>
                <wp:effectExtent l="7620" t="5715" r="11430" b="6985"/>
                <wp:wrapNone/>
                <wp:docPr id="11" name="Blok textu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1" o:spid="_x0000_s1036" type="#_x0000_t202" style="position:absolute;margin-left:372.6pt;margin-top:1.95pt;width:99pt;height:1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</w:rPr>
        <w:t>Mesto</w:t>
      </w:r>
      <w:r w:rsidRPr="00FF0821">
        <w:rPr>
          <w:rFonts w:ascii="Humanst521 BT" w:hAnsi="Humanst521 BT" w:cs="Arial"/>
        </w:rPr>
        <w:tab/>
      </w:r>
      <w:r w:rsidRPr="00FF0821">
        <w:rPr>
          <w:rFonts w:ascii="Humanst521 BT" w:hAnsi="Humanst521 BT" w:cs="Arial"/>
        </w:rPr>
        <w:tab/>
      </w:r>
      <w:r>
        <w:rPr>
          <w:rFonts w:ascii="Humanst521 BT" w:hAnsi="Humanst521 BT" w:cs="Arial"/>
        </w:rPr>
        <w:t>PSČ</w:t>
      </w:r>
      <w:r w:rsidRPr="00FF0821">
        <w:rPr>
          <w:rFonts w:ascii="Humanst521 BT" w:hAnsi="Humanst521 BT" w:cs="Arial"/>
        </w:rPr>
        <w:t xml:space="preserve"> </w:t>
      </w:r>
    </w:p>
    <w:p w:rsidR="00A07761" w:rsidRPr="00FF0821" w:rsidRDefault="00A07761" w:rsidP="00A07761">
      <w:pPr>
        <w:tabs>
          <w:tab w:val="left" w:pos="6057"/>
        </w:tabs>
        <w:spacing w:before="120" w:after="12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328295</wp:posOffset>
                </wp:positionV>
                <wp:extent cx="4846320" cy="234950"/>
                <wp:effectExtent l="9525" t="13970" r="11430" b="8255"/>
                <wp:wrapNone/>
                <wp:docPr id="10" name="Blok textu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0" o:spid="_x0000_s1037" type="#_x0000_t202" style="position:absolute;margin-left:90pt;margin-top:25.85pt;width:381.6pt;height:1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31750</wp:posOffset>
                </wp:positionV>
                <wp:extent cx="2674620" cy="234950"/>
                <wp:effectExtent l="9525" t="12700" r="11430" b="9525"/>
                <wp:wrapNone/>
                <wp:docPr id="9" name="Blok text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9" o:spid="_x0000_s1038" type="#_x0000_t202" style="position:absolute;margin-left:90pt;margin-top:2.5pt;width:210.6pt;height:1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1D4C">
        <w:rPr>
          <w:rFonts w:ascii="Humanst521 BT" w:hAnsi="Humanst521 BT" w:cs="Arial"/>
        </w:rPr>
        <w:t>Štát</w:t>
      </w:r>
    </w:p>
    <w:p w:rsidR="00A07761" w:rsidRPr="00FF0821" w:rsidRDefault="00A07761" w:rsidP="00A07761">
      <w:pPr>
        <w:tabs>
          <w:tab w:val="left" w:pos="1620"/>
        </w:tabs>
        <w:spacing w:before="120" w:after="120"/>
        <w:rPr>
          <w:rFonts w:ascii="Humanst521 BT" w:hAnsi="Humanst521 BT" w:cs="Arial"/>
        </w:rPr>
      </w:pPr>
      <w:r>
        <w:rPr>
          <w:rFonts w:ascii="Humanst521 BT" w:hAnsi="Humanst521 BT" w:cs="Arial"/>
        </w:rPr>
        <w:t>Číslo účtu</w:t>
      </w:r>
      <w:r w:rsidRPr="00FF0821">
        <w:rPr>
          <w:rFonts w:ascii="Humanst521 BT" w:hAnsi="Humanst521 BT" w:cs="Arial"/>
        </w:rPr>
        <w:tab/>
      </w:r>
    </w:p>
    <w:p w:rsidR="00A07761" w:rsidRPr="00FF0821" w:rsidRDefault="00A07761" w:rsidP="00A07761">
      <w:pPr>
        <w:tabs>
          <w:tab w:val="right" w:pos="1440"/>
        </w:tabs>
        <w:spacing w:before="120" w:after="12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8" name="Blok text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8" o:spid="_x0000_s1039" type="#_x0000_t202" style="position:absolute;margin-left:90pt;margin-top:2.8pt;width:381.6pt;height:1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F0821">
        <w:rPr>
          <w:rFonts w:ascii="Humanst521 BT" w:hAnsi="Humanst521 BT" w:cs="Arial"/>
        </w:rPr>
        <w:t>IBAN</w:t>
      </w:r>
    </w:p>
    <w:p w:rsidR="00A07761" w:rsidRDefault="00A07761" w:rsidP="00A07761">
      <w:pPr>
        <w:rPr>
          <w:rFonts w:ascii="Humanst521 BT" w:hAnsi="Humanst521 BT" w:cs="Arial"/>
          <w:noProof/>
          <w:lang w:val="en-US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7" name="Blok text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7" o:spid="_x0000_s1040" type="#_x0000_t202" style="position:absolute;margin-left:90pt;margin-top:2.8pt;width:381.6pt;height:1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F0821">
        <w:rPr>
          <w:rFonts w:ascii="Humanst521 BT" w:hAnsi="Humanst521 BT" w:cs="Arial"/>
          <w:noProof/>
          <w:lang w:val="en-US"/>
        </w:rPr>
        <w:t>SWIFT</w:t>
      </w:r>
    </w:p>
    <w:p w:rsidR="00A07761" w:rsidRPr="001A2C55" w:rsidRDefault="00A07761" w:rsidP="00A07761">
      <w:pPr>
        <w:jc w:val="both"/>
      </w:pPr>
      <w:r w:rsidRPr="001A2C55">
        <w:t>A</w:t>
      </w:r>
      <w:r w:rsidR="00C57827">
        <w:t xml:space="preserve"> uvedený účet bude využívaný na </w:t>
      </w:r>
      <w:r w:rsidRPr="001A2C55">
        <w:t>finančné transakcie spojené s týmto projektom:</w:t>
      </w:r>
    </w:p>
    <w:tbl>
      <w:tblPr>
        <w:tblStyle w:val="Mriekatabuky"/>
        <w:tblW w:w="9640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640"/>
      </w:tblGrid>
      <w:tr w:rsidR="00A07761" w:rsidRPr="005F1F9D" w:rsidTr="00EF1D4C">
        <w:trPr>
          <w:trHeight w:val="1645"/>
        </w:trPr>
        <w:tc>
          <w:tcPr>
            <w:tcW w:w="9640" w:type="dxa"/>
          </w:tcPr>
          <w:p w:rsidR="00A07761" w:rsidRPr="00FF0821" w:rsidRDefault="00A07761" w:rsidP="00063FB7">
            <w:pPr>
              <w:tabs>
                <w:tab w:val="right" w:pos="1440"/>
              </w:tabs>
              <w:spacing w:before="120" w:after="240"/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</w:pPr>
            <w:r>
              <w:rPr>
                <w:rFonts w:ascii="Humanst521 BT" w:hAnsi="Humanst521 BT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F98970B" wp14:editId="2BE75225">
                      <wp:simplePos x="0" y="0"/>
                      <wp:positionH relativeFrom="column">
                        <wp:posOffset>1163955</wp:posOffset>
                      </wp:positionH>
                      <wp:positionV relativeFrom="paragraph">
                        <wp:posOffset>130175</wp:posOffset>
                      </wp:positionV>
                      <wp:extent cx="4817745" cy="234950"/>
                      <wp:effectExtent l="0" t="0" r="20955" b="12700"/>
                      <wp:wrapNone/>
                      <wp:docPr id="18" name="Blok textu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1774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7761" w:rsidRPr="006E0EC0" w:rsidRDefault="00A07761" w:rsidP="00A07761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Blok textu 18" o:spid="_x0000_s1041" type="#_x0000_t202" style="position:absolute;margin-left:91.65pt;margin-top:10.25pt;width:379.35pt;height:18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">
                      <v:textbo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  <w:t xml:space="preserve">Názov projektu </w:t>
            </w:r>
            <w:r w:rsidRPr="00FF0821"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  <w:tab/>
            </w:r>
          </w:p>
          <w:p w:rsidR="00A07761" w:rsidRPr="00FF0821" w:rsidRDefault="00EF1D4C" w:rsidP="00063FB7">
            <w:pPr>
              <w:tabs>
                <w:tab w:val="right" w:pos="1440"/>
              </w:tabs>
              <w:spacing w:before="240" w:after="240"/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</w:pPr>
            <w:r>
              <w:rPr>
                <w:rFonts w:ascii="Humanst521 BT" w:hAnsi="Humanst521 BT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BEFFEFE" wp14:editId="61160B3F">
                      <wp:simplePos x="0" y="0"/>
                      <wp:positionH relativeFrom="column">
                        <wp:posOffset>1163955</wp:posOffset>
                      </wp:positionH>
                      <wp:positionV relativeFrom="paragraph">
                        <wp:posOffset>22225</wp:posOffset>
                      </wp:positionV>
                      <wp:extent cx="4823460" cy="234950"/>
                      <wp:effectExtent l="0" t="0" r="15240" b="12700"/>
                      <wp:wrapNone/>
                      <wp:docPr id="17" name="Blok textu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23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7761" w:rsidRPr="006E0EC0" w:rsidRDefault="00A07761" w:rsidP="00A07761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Blok textu 17" o:spid="_x0000_s1042" type="#_x0000_t202" style="position:absolute;margin-left:91.65pt;margin-top:1.75pt;width:379.8pt;height:1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">
                      <v:textbo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07761" w:rsidRPr="00FF0821"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  <w:t>A</w:t>
            </w:r>
            <w:r w:rsidR="00A07761"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  <w:t>k</w:t>
            </w:r>
            <w:r w:rsidR="00A07761" w:rsidRPr="00FF0821"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  <w:t>ronym</w:t>
            </w:r>
          </w:p>
          <w:p w:rsidR="00A07761" w:rsidRPr="005F1F9D" w:rsidRDefault="00A07761" w:rsidP="00C57827">
            <w:pPr>
              <w:tabs>
                <w:tab w:val="right" w:pos="1440"/>
              </w:tabs>
              <w:spacing w:after="120"/>
              <w:rPr>
                <w:rFonts w:ascii="Arial" w:hAnsi="Arial" w:cs="Arial"/>
                <w:noProof/>
                <w:lang w:val="en-US"/>
              </w:rPr>
            </w:pPr>
            <w:r>
              <w:rPr>
                <w:rFonts w:ascii="Humanst521 BT" w:hAnsi="Humanst521 BT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876DA42" wp14:editId="629FFA9A">
                      <wp:simplePos x="0" y="0"/>
                      <wp:positionH relativeFrom="column">
                        <wp:posOffset>2903220</wp:posOffset>
                      </wp:positionH>
                      <wp:positionV relativeFrom="paragraph">
                        <wp:posOffset>1270</wp:posOffset>
                      </wp:positionV>
                      <wp:extent cx="3086100" cy="234950"/>
                      <wp:effectExtent l="9525" t="6985" r="9525" b="5715"/>
                      <wp:wrapNone/>
                      <wp:docPr id="16" name="Blok textu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61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7761" w:rsidRPr="006E0EC0" w:rsidRDefault="00A07761" w:rsidP="00A07761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Blok textu 16" o:spid="_x0000_s1043" type="#_x0000_t202" style="position:absolute;margin-left:228.6pt;margin-top:.1pt;width:243pt;height:18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">
                      <v:textbo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  <w:t xml:space="preserve"> </w:t>
            </w:r>
            <w:r w:rsidR="00C57827"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  <w:t xml:space="preserve">Číslo </w:t>
            </w:r>
            <w:r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  <w:t>projektu</w:t>
            </w:r>
            <w:r w:rsidRPr="006E0EC0">
              <w:rPr>
                <w:rFonts w:ascii="Humanst521 BT" w:hAnsi="Humanst521 BT" w:cs="Arial"/>
                <w:noProof/>
                <w:lang w:val="en-US"/>
              </w:rPr>
              <w:t xml:space="preserve"> </w:t>
            </w:r>
            <w:r w:rsidR="00C57827" w:rsidRPr="00C57827">
              <w:rPr>
                <w:rFonts w:ascii="Humanst521 BT" w:hAnsi="Humanst521 BT" w:cs="Arial"/>
                <w:noProof/>
                <w:lang w:val="en-US"/>
              </w:rPr>
              <w:t>(</w:t>
            </w:r>
            <w:r w:rsidR="00C57827">
              <w:rPr>
                <w:rFonts w:ascii="Humanst521 BT" w:hAnsi="Humanst521 BT" w:cs="Arial"/>
                <w:noProof/>
                <w:lang w:val="en-US"/>
              </w:rPr>
              <w:t>a</w:t>
            </w:r>
            <w:r w:rsidR="00C57827" w:rsidRPr="00C57827">
              <w:rPr>
                <w:rFonts w:ascii="Humanst521 BT" w:hAnsi="Humanst521 BT" w:cs="Arial"/>
                <w:noProof/>
                <w:lang w:val="en-US"/>
              </w:rPr>
              <w:t>k je relevantné</w:t>
            </w:r>
            <w:r w:rsidR="00C57827">
              <w:rPr>
                <w:rFonts w:ascii="Humanst521 BT" w:hAnsi="Humanst521 BT" w:cs="Arial"/>
                <w:noProof/>
                <w:lang w:val="en-US"/>
              </w:rPr>
              <w:t>)</w:t>
            </w:r>
          </w:p>
        </w:tc>
      </w:tr>
    </w:tbl>
    <w:p w:rsidR="00A07761" w:rsidRPr="005F1F9D" w:rsidRDefault="00A07761" w:rsidP="00A07761">
      <w:pPr>
        <w:jc w:val="center"/>
        <w:rPr>
          <w:sz w:val="20"/>
          <w:szCs w:val="20"/>
        </w:rPr>
      </w:pPr>
    </w:p>
    <w:tbl>
      <w:tblPr>
        <w:tblStyle w:val="Mriekatabuky"/>
        <w:tblW w:w="9640" w:type="dxa"/>
        <w:tblInd w:w="-34" w:type="dxa"/>
        <w:tblLook w:val="01E0" w:firstRow="1" w:lastRow="1" w:firstColumn="1" w:lastColumn="1" w:noHBand="0" w:noVBand="0"/>
      </w:tblPr>
      <w:tblGrid>
        <w:gridCol w:w="4678"/>
        <w:gridCol w:w="4962"/>
      </w:tblGrid>
      <w:tr w:rsidR="00A07761" w:rsidRPr="005F1F9D" w:rsidTr="00C57827">
        <w:trPr>
          <w:trHeight w:val="1645"/>
        </w:trPr>
        <w:tc>
          <w:tcPr>
            <w:tcW w:w="4678" w:type="dxa"/>
          </w:tcPr>
          <w:p w:rsidR="00A07761" w:rsidRPr="006E0EC0" w:rsidRDefault="00A07761" w:rsidP="00441AFA">
            <w:pPr>
              <w:spacing w:before="20"/>
              <w:jc w:val="center"/>
              <w:rPr>
                <w:rFonts w:ascii="Corbel" w:hAnsi="Corbel" w:cs="Arial"/>
                <w:b/>
              </w:rPr>
            </w:pPr>
            <w:r>
              <w:rPr>
                <w:rFonts w:ascii="Corbel" w:hAnsi="Corbel" w:cs="Arial"/>
                <w:b/>
              </w:rPr>
              <w:t>Pečiatka banky</w:t>
            </w:r>
            <w:r w:rsidRPr="006E0EC0">
              <w:rPr>
                <w:rFonts w:ascii="Corbel" w:hAnsi="Corbel" w:cs="Arial"/>
                <w:b/>
              </w:rPr>
              <w:t xml:space="preserve"> </w:t>
            </w:r>
            <w:r w:rsidR="00441AFA">
              <w:rPr>
                <w:rFonts w:ascii="Corbel" w:hAnsi="Corbel" w:cs="Arial"/>
                <w:b/>
              </w:rPr>
              <w:t>a</w:t>
            </w:r>
            <w:r w:rsidRPr="006E0EC0">
              <w:rPr>
                <w:rFonts w:ascii="Corbel" w:hAnsi="Corbel" w:cs="Arial"/>
                <w:b/>
              </w:rPr>
              <w:t xml:space="preserve"> </w:t>
            </w:r>
            <w:r>
              <w:rPr>
                <w:rFonts w:ascii="Corbel" w:hAnsi="Corbel" w:cs="Arial"/>
                <w:b/>
              </w:rPr>
              <w:t>podpis zástupcu banky</w:t>
            </w:r>
          </w:p>
        </w:tc>
        <w:tc>
          <w:tcPr>
            <w:tcW w:w="4962" w:type="dxa"/>
          </w:tcPr>
          <w:p w:rsidR="00A07761" w:rsidRPr="006E0EC0" w:rsidRDefault="00A07761" w:rsidP="00063FB7">
            <w:pPr>
              <w:spacing w:before="20"/>
              <w:jc w:val="center"/>
              <w:rPr>
                <w:rFonts w:ascii="Corbel" w:hAnsi="Corbel" w:cs="Arial"/>
                <w:b/>
              </w:rPr>
            </w:pPr>
            <w:r>
              <w:rPr>
                <w:rFonts w:ascii="Corbel" w:hAnsi="Corbel" w:cs="Arial"/>
                <w:b/>
              </w:rPr>
              <w:t>Podpis majiteľa účtu</w:t>
            </w:r>
          </w:p>
          <w:p w:rsidR="00A07761" w:rsidRPr="006E0EC0" w:rsidRDefault="00A07761" w:rsidP="00063FB7">
            <w:pPr>
              <w:rPr>
                <w:rFonts w:ascii="Corbel" w:hAnsi="Corbel" w:cs="Arial"/>
              </w:rPr>
            </w:pPr>
          </w:p>
          <w:p w:rsidR="00A07761" w:rsidRPr="006E0EC0" w:rsidRDefault="00A07761" w:rsidP="00063FB7">
            <w:pPr>
              <w:rPr>
                <w:rFonts w:ascii="Corbel" w:hAnsi="Corbel" w:cs="Arial"/>
              </w:rPr>
            </w:pPr>
          </w:p>
          <w:p w:rsidR="00A07761" w:rsidRPr="006E0EC0" w:rsidRDefault="00A07761" w:rsidP="00063FB7">
            <w:pPr>
              <w:rPr>
                <w:rFonts w:ascii="Corbel" w:hAnsi="Corbel" w:cs="Arial"/>
              </w:rPr>
            </w:pPr>
          </w:p>
          <w:p w:rsidR="00A07761" w:rsidRPr="006E0EC0" w:rsidRDefault="00A07761" w:rsidP="00A07761">
            <w:pPr>
              <w:rPr>
                <w:rFonts w:ascii="Corbel" w:hAnsi="Corbel" w:cs="Arial"/>
                <w:b/>
              </w:rPr>
            </w:pPr>
            <w:r w:rsidRPr="006E0EC0">
              <w:rPr>
                <w:rFonts w:ascii="Corbel" w:hAnsi="Corbel" w:cs="Arial"/>
                <w:b/>
              </w:rPr>
              <w:t>D</w:t>
            </w:r>
            <w:r>
              <w:rPr>
                <w:rFonts w:ascii="Corbel" w:hAnsi="Corbel" w:cs="Arial"/>
                <w:b/>
              </w:rPr>
              <w:t>átum</w:t>
            </w:r>
          </w:p>
        </w:tc>
      </w:tr>
    </w:tbl>
    <w:p w:rsidR="00A07761" w:rsidRDefault="00A07761" w:rsidP="00A07761">
      <w:pPr>
        <w:jc w:val="both"/>
      </w:pPr>
    </w:p>
    <w:sectPr w:rsidR="00A07761" w:rsidSect="00A0776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B75" w:rsidRDefault="00C81B75" w:rsidP="00A07761">
      <w:pPr>
        <w:spacing w:after="0" w:line="240" w:lineRule="auto"/>
      </w:pPr>
      <w:r>
        <w:separator/>
      </w:r>
    </w:p>
  </w:endnote>
  <w:endnote w:type="continuationSeparator" w:id="0">
    <w:p w:rsidR="00C81B75" w:rsidRDefault="00C81B75" w:rsidP="00A07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Humanst521 BT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B75" w:rsidRDefault="00C81B75" w:rsidP="00A07761">
      <w:pPr>
        <w:spacing w:after="0" w:line="240" w:lineRule="auto"/>
      </w:pPr>
      <w:r>
        <w:separator/>
      </w:r>
    </w:p>
  </w:footnote>
  <w:footnote w:type="continuationSeparator" w:id="0">
    <w:p w:rsidR="00C81B75" w:rsidRDefault="00C81B75" w:rsidP="00A077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1EA"/>
    <w:rsid w:val="001A2C55"/>
    <w:rsid w:val="00284FDE"/>
    <w:rsid w:val="00441AFA"/>
    <w:rsid w:val="0057590B"/>
    <w:rsid w:val="005912A7"/>
    <w:rsid w:val="006D47A3"/>
    <w:rsid w:val="008D7593"/>
    <w:rsid w:val="009B497B"/>
    <w:rsid w:val="00A07761"/>
    <w:rsid w:val="00A40924"/>
    <w:rsid w:val="00A61BEA"/>
    <w:rsid w:val="00C57827"/>
    <w:rsid w:val="00C81B75"/>
    <w:rsid w:val="00D31195"/>
    <w:rsid w:val="00E41C49"/>
    <w:rsid w:val="00EE11EA"/>
    <w:rsid w:val="00EF1D4C"/>
    <w:rsid w:val="00F8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07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rsid w:val="00A07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A07761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Odkaznapoznmkupodiarou">
    <w:name w:val="footnote reference"/>
    <w:basedOn w:val="Predvolenpsmoodseku"/>
    <w:semiHidden/>
    <w:rsid w:val="00A07761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2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25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07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rsid w:val="00A07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A07761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Odkaznapoznmkupodiarou">
    <w:name w:val="footnote reference"/>
    <w:basedOn w:val="Predvolenpsmoodseku"/>
    <w:semiHidden/>
    <w:rsid w:val="00A07761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2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25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Rusnáková Eva</dc:creator>
  <cp:lastModifiedBy>Škrovinová Lucia</cp:lastModifiedBy>
  <cp:revision>5</cp:revision>
  <dcterms:created xsi:type="dcterms:W3CDTF">2016-07-11T13:37:00Z</dcterms:created>
  <dcterms:modified xsi:type="dcterms:W3CDTF">2017-02-23T13:29:00Z</dcterms:modified>
</cp:coreProperties>
</file>